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F8A">
        <w:rPr>
          <w:rFonts w:ascii="Arial" w:hAnsi="Arial" w:cs="Arial"/>
          <w:b/>
          <w:caps/>
          <w:sz w:val="28"/>
          <w:szCs w:val="28"/>
        </w:rPr>
        <w:t>8</w:t>
      </w:r>
      <w:r w:rsidR="002A1A7B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A1A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A1A7B">
              <w:rPr>
                <w:rFonts w:ascii="Arial" w:hAnsi="Arial" w:cs="Arial"/>
                <w:sz w:val="20"/>
                <w:szCs w:val="20"/>
              </w:rPr>
              <w:t>a construção de faixa elevada para a travessia de pedestres ou a construção de lombada nas proximidades do nº 195 da Rua São Jerônimo, defronte da viela ali existente, no Jardim das Indústrias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8D0F30" w:rsidRPr="008D0F30">
        <w:rPr>
          <w:rFonts w:ascii="Arial" w:hAnsi="Arial" w:cs="Arial"/>
        </w:rPr>
        <w:t>construção de faixa elevada pa</w:t>
      </w:r>
      <w:r w:rsidR="00D4442F">
        <w:rPr>
          <w:rFonts w:ascii="Arial" w:hAnsi="Arial" w:cs="Arial"/>
        </w:rPr>
        <w:t>ra a travessia de pedestres ou à</w:t>
      </w:r>
      <w:r w:rsidR="008D0F30" w:rsidRPr="008D0F30">
        <w:rPr>
          <w:rFonts w:ascii="Arial" w:hAnsi="Arial" w:cs="Arial"/>
        </w:rPr>
        <w:t xml:space="preserve"> construção de lombada nas proximidades do nº 195 da Rua São Jerônimo, defronte da viela ali existente, no Jardim das Indústrias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3B49C6" w:rsidRPr="003B49C6">
        <w:rPr>
          <w:rFonts w:ascii="Arial" w:hAnsi="Arial" w:cs="Arial"/>
        </w:rPr>
        <w:t xml:space="preserve">a referida rua </w:t>
      </w:r>
      <w:r w:rsidR="007A5F85">
        <w:rPr>
          <w:rFonts w:ascii="Arial" w:hAnsi="Arial" w:cs="Arial"/>
        </w:rPr>
        <w:t xml:space="preserve">possui </w:t>
      </w:r>
      <w:r w:rsidR="003B49C6" w:rsidRPr="003B49C6">
        <w:rPr>
          <w:rFonts w:ascii="Arial" w:hAnsi="Arial" w:cs="Arial"/>
        </w:rPr>
        <w:t>um grande fluxo de pessoas que frequentam as creches e igrejas da região, e</w:t>
      </w:r>
      <w:r w:rsidR="003B49C6">
        <w:rPr>
          <w:rFonts w:ascii="Arial" w:hAnsi="Arial" w:cs="Arial"/>
        </w:rPr>
        <w:t xml:space="preserve">ntretanto, </w:t>
      </w:r>
      <w:r w:rsidR="003B49C6" w:rsidRPr="003B49C6">
        <w:rPr>
          <w:rFonts w:ascii="Arial" w:hAnsi="Arial" w:cs="Arial"/>
        </w:rPr>
        <w:t>os carros desenvolvem grandes velocidades, oferecendo condições de risco para os usuários das vias</w:t>
      </w:r>
      <w:r w:rsidR="007A5F85">
        <w:rPr>
          <w:rFonts w:ascii="Arial" w:hAnsi="Arial" w:cs="Arial"/>
        </w:rPr>
        <w:t xml:space="preserve"> e possibilitando a ocorrência de graves </w:t>
      </w:r>
      <w:r w:rsidR="003B49C6" w:rsidRPr="003B49C6">
        <w:rPr>
          <w:rFonts w:ascii="Arial" w:hAnsi="Arial" w:cs="Arial"/>
        </w:rPr>
        <w:t>acidentes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7163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a</w:t>
      </w:r>
      <w:r w:rsidR="00467163">
        <w:rPr>
          <w:rFonts w:ascii="Arial" w:hAnsi="Arial" w:cs="Arial"/>
        </w:rPr>
        <w:t>b</w:t>
      </w:r>
      <w:r w:rsidR="00ED0B9D">
        <w:rPr>
          <w:rFonts w:ascii="Arial" w:hAnsi="Arial" w:cs="Arial"/>
        </w:rPr>
        <w:t>r</w:t>
      </w:r>
      <w:r w:rsidR="00467163">
        <w:rPr>
          <w:rFonts w:ascii="Arial" w:hAnsi="Arial" w:cs="Arial"/>
        </w:rPr>
        <w:t>il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D3623" w:rsidRDefault="00551C11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648325" cy="3990975"/>
            <wp:effectExtent l="0" t="0" r="9525" b="9525"/>
            <wp:docPr id="11" name="Imagem 11" descr="WhatsApp Image 2018-03-15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15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A4F" w:rsidRDefault="00FB6A4F" w:rsidP="00995980">
      <w:pPr>
        <w:jc w:val="center"/>
        <w:rPr>
          <w:rFonts w:ascii="Arial" w:hAnsi="Arial" w:cs="Arial"/>
          <w:sz w:val="20"/>
          <w:szCs w:val="20"/>
        </w:rPr>
      </w:pPr>
    </w:p>
    <w:p w:rsidR="00551C11" w:rsidRPr="000D3623" w:rsidRDefault="00551C11" w:rsidP="00995980">
      <w:pPr>
        <w:jc w:val="center"/>
        <w:rPr>
          <w:rFonts w:ascii="Arial" w:hAnsi="Arial" w:cs="Arial"/>
          <w:sz w:val="20"/>
          <w:szCs w:val="20"/>
        </w:rPr>
      </w:pPr>
    </w:p>
    <w:p w:rsidR="000D3623" w:rsidRPr="000D3623" w:rsidRDefault="00551C11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drawing>
          <wp:inline distT="0" distB="0" distL="0" distR="0">
            <wp:extent cx="5648325" cy="3648075"/>
            <wp:effectExtent l="0" t="0" r="9525" b="9525"/>
            <wp:docPr id="12" name="Imagem 12" descr="IMG-20180312-WA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-20180312-WA00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AB" w:rsidRDefault="00AE04AB">
      <w:r>
        <w:separator/>
      </w:r>
    </w:p>
  </w:endnote>
  <w:endnote w:type="continuationSeparator" w:id="0">
    <w:p w:rsidR="00AE04AB" w:rsidRDefault="00AE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AB" w:rsidRDefault="00AE04AB">
      <w:r>
        <w:separator/>
      </w:r>
    </w:p>
  </w:footnote>
  <w:footnote w:type="continuationSeparator" w:id="0">
    <w:p w:rsidR="00AE04AB" w:rsidRDefault="00AE0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6A4F">
      <w:rPr>
        <w:rFonts w:ascii="Arial" w:hAnsi="Arial" w:cs="Arial"/>
        <w:b/>
        <w:sz w:val="20"/>
        <w:szCs w:val="20"/>
        <w:u w:val="single"/>
      </w:rPr>
      <w:t>8</w:t>
    </w:r>
    <w:r w:rsidR="00654B1E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C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C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A00A2"/>
    <w:rsid w:val="002A1A7B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49C6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1C11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4B1E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85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1C26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0F30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9F6290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55586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4AB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42F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CED5-8241-4CC7-9F62-2F4F68B3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2017-10-24T11:47:00Z</cp:lastPrinted>
  <dcterms:created xsi:type="dcterms:W3CDTF">2018-03-29T18:33:00Z</dcterms:created>
  <dcterms:modified xsi:type="dcterms:W3CDTF">2018-03-29T18:38:00Z</dcterms:modified>
</cp:coreProperties>
</file>